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82">
    <v:background id="_x0000_s1025" o:bwmode="white" fillcolor="#000082" o:targetscreensize="1024,768">
      <v:fill color2="#0047ff" colors="0 #000082;8520f #0047ff;18350f #000082;28180f #0047ff;38011f #000082;47186f #0047ff;57016f #000082;1 #0047ff" method="none" type="gradient"/>
    </v:background>
  </w:background>
  <w:body>
    <w:p w:rsidR="009B6493" w:rsidRDefault="000D3818" w:rsidP="009B2F69">
      <w:pPr>
        <w:jc w:val="center"/>
        <w:rPr>
          <w:rFonts w:ascii="Kristen ITC" w:hAnsi="Kristen ITC"/>
          <w:b/>
          <w:sz w:val="56"/>
          <w:szCs w:val="56"/>
        </w:rPr>
      </w:pPr>
      <w:r>
        <w:rPr>
          <w:rFonts w:ascii="Kristen ITC" w:hAnsi="Kristen ITC"/>
          <w:b/>
          <w:sz w:val="56"/>
          <w:szCs w:val="56"/>
        </w:rPr>
        <w:t>Disaster in the Deep Blue Sea.</w:t>
      </w:r>
    </w:p>
    <w:p w:rsidR="009B2F69" w:rsidRDefault="009B2F69" w:rsidP="009B2F69">
      <w:pPr>
        <w:rPr>
          <w:rFonts w:ascii="Kristen ITC" w:hAnsi="Kristen ITC"/>
          <w:b/>
          <w:sz w:val="32"/>
          <w:szCs w:val="32"/>
        </w:rPr>
      </w:pPr>
      <w:r>
        <w:rPr>
          <w:rFonts w:ascii="Kristen ITC" w:hAnsi="Kristen ITC"/>
          <w:b/>
          <w:sz w:val="32"/>
          <w:szCs w:val="32"/>
        </w:rPr>
        <w:t>The ocean glittered like diamonds in the morning sun, while the icebergs sat peacefully on the frozen ice. Happily the albatross glided over the wavy ocean.</w:t>
      </w:r>
    </w:p>
    <w:p w:rsidR="009B2F69" w:rsidRDefault="009B2F69" w:rsidP="009B2F69">
      <w:pPr>
        <w:rPr>
          <w:rFonts w:ascii="Kristen ITC" w:hAnsi="Kristen ITC"/>
          <w:b/>
          <w:sz w:val="32"/>
          <w:szCs w:val="32"/>
        </w:rPr>
      </w:pPr>
    </w:p>
    <w:p w:rsidR="009B2F69" w:rsidRDefault="009B2F69" w:rsidP="009B2F69">
      <w:pPr>
        <w:rPr>
          <w:rFonts w:ascii="Kristen ITC" w:hAnsi="Kristen ITC"/>
          <w:b/>
          <w:sz w:val="32"/>
          <w:szCs w:val="32"/>
        </w:rPr>
      </w:pPr>
      <w:r>
        <w:rPr>
          <w:rFonts w:ascii="Kristen ITC" w:hAnsi="Kristen ITC"/>
          <w:b/>
          <w:sz w:val="32"/>
          <w:szCs w:val="32"/>
        </w:rPr>
        <w:t xml:space="preserve">Out of the corner of her beady eye she saw a silver flash that was all the albatross needed, she dived down plucked the fish out of the water then climbed back into the air. When the albatross whose name was Emily looked down into the deep </w:t>
      </w:r>
      <w:r w:rsidR="000D3818">
        <w:rPr>
          <w:rFonts w:ascii="Kristen ITC" w:hAnsi="Kristen ITC"/>
          <w:b/>
          <w:sz w:val="32"/>
          <w:szCs w:val="32"/>
        </w:rPr>
        <w:t>wavy</w:t>
      </w:r>
      <w:r>
        <w:rPr>
          <w:rFonts w:ascii="Kristen ITC" w:hAnsi="Kristen ITC"/>
          <w:b/>
          <w:sz w:val="32"/>
          <w:szCs w:val="32"/>
        </w:rPr>
        <w:t xml:space="preserve"> water again she saw a Hector’s dolphin.</w:t>
      </w:r>
    </w:p>
    <w:p w:rsidR="009B2F69" w:rsidRDefault="009B2F69" w:rsidP="009B2F69">
      <w:pPr>
        <w:rPr>
          <w:rFonts w:ascii="Kristen ITC" w:hAnsi="Kristen ITC"/>
          <w:b/>
          <w:sz w:val="32"/>
          <w:szCs w:val="32"/>
        </w:rPr>
      </w:pPr>
    </w:p>
    <w:p w:rsidR="009B2F69" w:rsidRDefault="009B2F69" w:rsidP="009B2F69">
      <w:pPr>
        <w:rPr>
          <w:rFonts w:ascii="Kristen ITC" w:hAnsi="Kristen ITC"/>
          <w:b/>
          <w:sz w:val="32"/>
          <w:szCs w:val="32"/>
        </w:rPr>
      </w:pPr>
      <w:r>
        <w:rPr>
          <w:rFonts w:ascii="Kristen ITC" w:hAnsi="Kristen ITC"/>
          <w:b/>
          <w:sz w:val="32"/>
          <w:szCs w:val="32"/>
        </w:rPr>
        <w:t>The guardian of the sea as playful as a beach ball, but teeth as pointy as sharpened pencils. As the dolphin’s flickering eyes peered around her Emily noticed that the dolphin was in a net with a line off it connected to a rock so she couldn’t get to the surface to breathe.</w:t>
      </w:r>
      <w:r w:rsidR="00FE5E74">
        <w:rPr>
          <w:rFonts w:ascii="Kristen ITC" w:hAnsi="Kristen ITC"/>
          <w:b/>
          <w:sz w:val="32"/>
          <w:szCs w:val="32"/>
        </w:rPr>
        <w:t xml:space="preserve"> So Emily zoomed into the water and chewed the tough rope until it broke, then pulled the Hector dolphin whose name she soon learned was Alfie onto a floating by piece of ice.</w:t>
      </w:r>
    </w:p>
    <w:p w:rsidR="00FE5E74" w:rsidRDefault="00FE5E74" w:rsidP="009B2F69">
      <w:pPr>
        <w:rPr>
          <w:rFonts w:ascii="Kristen ITC" w:hAnsi="Kristen ITC"/>
          <w:b/>
          <w:sz w:val="32"/>
          <w:szCs w:val="32"/>
        </w:rPr>
      </w:pPr>
    </w:p>
    <w:p w:rsidR="000D3818" w:rsidRDefault="00FE5E74" w:rsidP="009B2F69">
      <w:pPr>
        <w:rPr>
          <w:rFonts w:ascii="Kristen ITC" w:hAnsi="Kristen ITC"/>
          <w:b/>
          <w:sz w:val="32"/>
          <w:szCs w:val="32"/>
        </w:rPr>
      </w:pPr>
      <w:r>
        <w:rPr>
          <w:rFonts w:ascii="Kristen ITC" w:hAnsi="Kristen ITC"/>
          <w:b/>
          <w:sz w:val="32"/>
          <w:szCs w:val="32"/>
        </w:rPr>
        <w:t xml:space="preserve">Emily told Alfie “Wait there,” </w:t>
      </w:r>
      <w:r w:rsidR="003D2F93">
        <w:rPr>
          <w:rFonts w:ascii="Kristen ITC" w:hAnsi="Kristen ITC"/>
          <w:b/>
          <w:sz w:val="32"/>
          <w:szCs w:val="32"/>
        </w:rPr>
        <w:t>then flew off to get D</w:t>
      </w:r>
      <w:bookmarkStart w:id="0" w:name="_GoBack"/>
      <w:bookmarkEnd w:id="0"/>
      <w:r>
        <w:rPr>
          <w:rFonts w:ascii="Kristen ITC" w:hAnsi="Kristen ITC"/>
          <w:b/>
          <w:sz w:val="32"/>
          <w:szCs w:val="32"/>
        </w:rPr>
        <w:t>octor</w:t>
      </w:r>
      <w:r w:rsidR="000D3818">
        <w:rPr>
          <w:rFonts w:ascii="Kristen ITC" w:hAnsi="Kristen ITC"/>
          <w:b/>
          <w:sz w:val="32"/>
          <w:szCs w:val="32"/>
        </w:rPr>
        <w:t xml:space="preserve"> Snip Snap who was a crab. Whil</w:t>
      </w:r>
      <w:r>
        <w:rPr>
          <w:rFonts w:ascii="Kristen ITC" w:hAnsi="Kristen ITC"/>
          <w:b/>
          <w:sz w:val="32"/>
          <w:szCs w:val="32"/>
        </w:rPr>
        <w:t xml:space="preserve">e Emily was gone </w:t>
      </w:r>
      <w:r>
        <w:rPr>
          <w:rFonts w:ascii="Kristen ITC" w:hAnsi="Kristen ITC"/>
          <w:b/>
          <w:sz w:val="32"/>
          <w:szCs w:val="32"/>
        </w:rPr>
        <w:lastRenderedPageBreak/>
        <w:t>Alfie wasn’t sure she could go any longer who then was pleased when she saw Emily coming over the horizon. When she got back with Doctor Snip Snap</w:t>
      </w:r>
      <w:r w:rsidR="000D3818">
        <w:rPr>
          <w:rFonts w:ascii="Kristen ITC" w:hAnsi="Kristen ITC"/>
          <w:b/>
          <w:sz w:val="32"/>
          <w:szCs w:val="32"/>
        </w:rPr>
        <w:t xml:space="preserve"> </w:t>
      </w:r>
      <w:r>
        <w:rPr>
          <w:rFonts w:ascii="Kristen ITC" w:hAnsi="Kristen ITC"/>
          <w:b/>
          <w:sz w:val="32"/>
          <w:szCs w:val="32"/>
        </w:rPr>
        <w:t>he snipped and snapped until Alfie was free. Then Alfie dived into the ocean whispering “</w:t>
      </w:r>
      <w:r w:rsidR="000D3818">
        <w:rPr>
          <w:rFonts w:ascii="Kristen ITC" w:hAnsi="Kristen ITC"/>
          <w:b/>
          <w:sz w:val="32"/>
          <w:szCs w:val="32"/>
        </w:rPr>
        <w:t>Thank you</w:t>
      </w:r>
      <w:r>
        <w:rPr>
          <w:rFonts w:ascii="Kristen ITC" w:hAnsi="Kristen ITC"/>
          <w:b/>
          <w:sz w:val="32"/>
          <w:szCs w:val="32"/>
        </w:rPr>
        <w:t xml:space="preserve">,” as she </w:t>
      </w:r>
      <w:r w:rsidR="000D3818">
        <w:rPr>
          <w:rFonts w:ascii="Kristen ITC" w:hAnsi="Kristen ITC"/>
          <w:b/>
          <w:sz w:val="32"/>
          <w:szCs w:val="32"/>
        </w:rPr>
        <w:t>disappeared from view.</w:t>
      </w:r>
    </w:p>
    <w:p w:rsidR="000D3818" w:rsidRDefault="000D3818" w:rsidP="009B2F69">
      <w:pPr>
        <w:rPr>
          <w:rFonts w:ascii="Kristen ITC" w:hAnsi="Kristen ITC"/>
          <w:b/>
          <w:sz w:val="32"/>
          <w:szCs w:val="32"/>
        </w:rPr>
      </w:pPr>
    </w:p>
    <w:p w:rsidR="00FE5E74" w:rsidRDefault="000D3818" w:rsidP="009B2F69">
      <w:pPr>
        <w:rPr>
          <w:rFonts w:ascii="Kristen ITC" w:hAnsi="Kristen ITC"/>
          <w:b/>
          <w:sz w:val="32"/>
          <w:szCs w:val="32"/>
        </w:rPr>
      </w:pPr>
      <w:r>
        <w:rPr>
          <w:rFonts w:ascii="Kristen ITC" w:hAnsi="Kristen ITC"/>
          <w:b/>
          <w:sz w:val="32"/>
          <w:szCs w:val="32"/>
        </w:rPr>
        <w:t xml:space="preserve">That </w:t>
      </w:r>
      <w:r w:rsidR="003D2F93">
        <w:rPr>
          <w:rFonts w:ascii="Kristen ITC" w:hAnsi="Kristen ITC"/>
          <w:b/>
          <w:sz w:val="32"/>
          <w:szCs w:val="32"/>
        </w:rPr>
        <w:t>was another disaster solved by D</w:t>
      </w:r>
      <w:r>
        <w:rPr>
          <w:rFonts w:ascii="Kristen ITC" w:hAnsi="Kristen ITC"/>
          <w:b/>
          <w:sz w:val="32"/>
          <w:szCs w:val="32"/>
        </w:rPr>
        <w:t>octor Snip Snap and Emily.</w:t>
      </w:r>
    </w:p>
    <w:p w:rsidR="0012367E" w:rsidRPr="009B2F69" w:rsidRDefault="0012367E" w:rsidP="009B2F69">
      <w:pPr>
        <w:rPr>
          <w:rFonts w:ascii="Kristen ITC" w:hAnsi="Kristen ITC"/>
          <w:b/>
          <w:sz w:val="32"/>
          <w:szCs w:val="32"/>
        </w:rPr>
      </w:pPr>
      <w:r>
        <w:rPr>
          <w:rFonts w:ascii="Kristen ITC" w:hAnsi="Kristen ITC"/>
          <w:b/>
          <w:sz w:val="32"/>
          <w:szCs w:val="32"/>
        </w:rPr>
        <w:t xml:space="preserve">By Anya </w:t>
      </w:r>
    </w:p>
    <w:sectPr w:rsidR="0012367E" w:rsidRPr="009B2F69" w:rsidSect="00693AAF">
      <w:pgSz w:w="11906" w:h="16838"/>
      <w:pgMar w:top="1440" w:right="1440" w:bottom="1440" w:left="1440" w:header="708" w:footer="708" w:gutter="0"/>
      <w:pgBorders w:offsetFrom="page">
        <w:top w:val="creaturesFish" w:sz="31" w:space="24" w:color="auto"/>
        <w:left w:val="creaturesFish" w:sz="31" w:space="24" w:color="auto"/>
        <w:bottom w:val="creaturesFish" w:sz="31" w:space="24" w:color="auto"/>
        <w:right w:val="creaturesFish"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F69"/>
    <w:rsid w:val="000D3818"/>
    <w:rsid w:val="0012367E"/>
    <w:rsid w:val="003D2F93"/>
    <w:rsid w:val="00693AAF"/>
    <w:rsid w:val="009B2F69"/>
    <w:rsid w:val="009B6493"/>
    <w:rsid w:val="00FE5E7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855A7-93A9-4CFD-AF8B-0CF7F5A24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16D18A3B</Template>
  <TotalTime>24</TotalTime>
  <Pages>2</Pages>
  <Words>206</Words>
  <Characters>1178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5</cp:revision>
  <dcterms:created xsi:type="dcterms:W3CDTF">2012-06-11T02:36:00Z</dcterms:created>
  <dcterms:modified xsi:type="dcterms:W3CDTF">2012-06-11T20:35:00Z</dcterms:modified>
</cp:coreProperties>
</file>